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6D6A4F">
        <w:trPr>
          <w:trHeight w:val="7105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D6A4F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 w:rsidRPr="006D6A4F"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D6A4F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4763AF5D" w:rsidR="00F21C04" w:rsidRPr="006D6A4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6D6A4F" w:rsidRPr="006D6A4F">
              <w:rPr>
                <w:rFonts w:ascii="Times New Roman" w:eastAsia="Calibri" w:hAnsi="Times New Roman" w:cs="Times New Roman"/>
              </w:rPr>
              <w:t xml:space="preserve">MTÜ Ääremaa Noored </w:t>
            </w:r>
            <w:r w:rsidRPr="006D6A4F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siseministri </w:t>
            </w:r>
            <w:r w:rsidR="00EC5AB8" w:rsidRPr="006D6A4F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BF1DEF" w:rsidRPr="006D6A4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D6A4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1DEF" w:rsidRPr="006D6A4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D6A4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EC5AB8" w:rsidRPr="006D6A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6A4F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D6A4F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BF1DEF" w:rsidRPr="006D6A4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D6A4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1DEF" w:rsidRPr="006D6A4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D6A4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6D6A4F">
              <w:rPr>
                <w:rFonts w:ascii="Times New Roman" w:eastAsia="Calibri" w:hAnsi="Times New Roman" w:cs="Times New Roman"/>
              </w:rPr>
              <w:t>„</w:t>
            </w:r>
            <w:r w:rsidR="00FC7E7E" w:rsidRPr="006D6A4F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6D6A4F">
              <w:rPr>
                <w:rFonts w:ascii="Times New Roman" w:hAnsi="Times New Roman" w:cs="Times New Roman"/>
              </w:rPr>
              <w:t>e kodanikuühendustega 202</w:t>
            </w:r>
            <w:r w:rsidR="00F44A62" w:rsidRPr="006D6A4F">
              <w:rPr>
                <w:rFonts w:ascii="Times New Roman" w:hAnsi="Times New Roman" w:cs="Times New Roman"/>
              </w:rPr>
              <w:t>3</w:t>
            </w:r>
            <w:r w:rsidR="00FC7E7E" w:rsidRPr="006D6A4F">
              <w:rPr>
                <w:rFonts w:ascii="Times New Roman" w:hAnsi="Times New Roman" w:cs="Times New Roman"/>
              </w:rPr>
              <w:t>. aasta riigieelarve menetlemisel tehtud toetuse andmise otsuste alusel</w:t>
            </w:r>
            <w:r w:rsidRPr="006D6A4F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D6A4F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D6A4F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D6A4F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D6A4F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>Olen teadlik</w:t>
            </w:r>
            <w:r w:rsidR="00F21C04" w:rsidRPr="006D6A4F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 w:rsidRPr="006D6A4F">
              <w:rPr>
                <w:rFonts w:ascii="Times New Roman" w:eastAsia="Calibri" w:hAnsi="Times New Roman" w:cs="Times New Roman"/>
              </w:rPr>
              <w:t>K</w:t>
            </w:r>
            <w:r w:rsidR="00F21C04" w:rsidRPr="006D6A4F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 w:rsidRPr="006D6A4F"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D6A4F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D6A4F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76125AD8" w:rsidR="00F21C04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>MTÜ Ääremaa Noored</w:t>
            </w:r>
            <w:r w:rsidR="00F21C04" w:rsidRPr="006D6A4F">
              <w:rPr>
                <w:rFonts w:ascii="Times New Roman" w:eastAsia="Calibri" w:hAnsi="Times New Roman" w:cs="Times New Roman"/>
              </w:rPr>
              <w:t xml:space="preserve"> kontaktisiku nimi, e-posti aadress ja telefoni nr lepingu täitmisel on: </w:t>
            </w:r>
          </w:p>
          <w:p w14:paraId="61719C96" w14:textId="4FD9E740" w:rsidR="00F21C04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 xml:space="preserve">Katrin Roop, e-posti aadress </w:t>
            </w:r>
            <w:hyperlink r:id="rId7" w:history="1">
              <w:r w:rsidRPr="006D6A4F">
                <w:rPr>
                  <w:rStyle w:val="Hperlink"/>
                  <w:rFonts w:ascii="Times New Roman" w:eastAsia="Calibri" w:hAnsi="Times New Roman" w:cs="Times New Roman"/>
                  <w:color w:val="auto"/>
                </w:rPr>
                <w:t>katrin.roop@gmail.com</w:t>
              </w:r>
            </w:hyperlink>
            <w:r w:rsidRPr="006D6A4F">
              <w:rPr>
                <w:rFonts w:ascii="Times New Roman" w:eastAsia="Calibri" w:hAnsi="Times New Roman" w:cs="Times New Roman"/>
              </w:rPr>
              <w:t>, telefoni nr 56243205</w:t>
            </w:r>
            <w:r w:rsidR="00F21C04" w:rsidRPr="006D6A4F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D6A4F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D6A4F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>P</w:t>
            </w:r>
            <w:r w:rsidR="00F21C04" w:rsidRPr="006D6A4F">
              <w:rPr>
                <w:rFonts w:ascii="Times New Roman" w:eastAsia="Calibri" w:hAnsi="Times New Roman" w:cs="Times New Roman"/>
              </w:rPr>
              <w:t xml:space="preserve">alun </w:t>
            </w:r>
            <w:r w:rsidRPr="006D6A4F"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D6A4F">
              <w:rPr>
                <w:rFonts w:ascii="Times New Roman" w:eastAsia="Calibri" w:hAnsi="Times New Roman" w:cs="Times New Roman"/>
              </w:rPr>
              <w:t xml:space="preserve">üle </w:t>
            </w:r>
            <w:r w:rsidRPr="006D6A4F"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D6A4F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63824901" w:rsidR="00F21C04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 xml:space="preserve">Swedbank AS, konto nr </w:t>
            </w:r>
            <w:r w:rsidRPr="006D6A4F">
              <w:rPr>
                <w:rFonts w:ascii="Times New Roman" w:eastAsia="Calibri" w:hAnsi="Times New Roman" w:cs="Times New Roman"/>
              </w:rPr>
              <w:t>EE852200221033772951</w:t>
            </w:r>
            <w:r w:rsidR="00F21C04" w:rsidRPr="006D6A4F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B374F6C" w:rsidR="00F21C04" w:rsidRPr="006D6A4F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13EEED4E" w14:textId="5012819B" w:rsidR="006D6A4F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</w:p>
          <w:p w14:paraId="710300F4" w14:textId="77777777" w:rsidR="006D6A4F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6D6A4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D6A4F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1826CEE5" w14:textId="77777777" w:rsidR="006D6A4F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>Põhikirja alusel</w:t>
            </w:r>
            <w:r w:rsidR="00F21C04" w:rsidRPr="006D6A4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21C04" w:rsidRPr="006D6A4F">
              <w:rPr>
                <w:rFonts w:ascii="Times New Roman" w:eastAsia="Calibri" w:hAnsi="Times New Roman" w:cs="Times New Roman"/>
              </w:rPr>
              <w:t>alusel</w:t>
            </w:r>
            <w:proofErr w:type="spellEnd"/>
            <w:r w:rsidR="00F21C04" w:rsidRPr="006D6A4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E731A2D" w14:textId="77777777" w:rsidR="006D6A4F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>Juhatuse liige</w:t>
            </w:r>
          </w:p>
          <w:p w14:paraId="61719C9D" w14:textId="00651B15" w:rsidR="00F21C04" w:rsidRPr="006D6A4F" w:rsidRDefault="006D6A4F" w:rsidP="00E06C31">
            <w:pPr>
              <w:rPr>
                <w:rFonts w:ascii="Times New Roman" w:eastAsia="Calibri" w:hAnsi="Times New Roman" w:cs="Times New Roman"/>
              </w:rPr>
            </w:pPr>
            <w:r w:rsidRPr="006D6A4F">
              <w:rPr>
                <w:rFonts w:ascii="Times New Roman" w:eastAsia="Calibri" w:hAnsi="Times New Roman" w:cs="Times New Roman"/>
              </w:rPr>
              <w:t>Katrin Roop</w:t>
            </w:r>
            <w:r w:rsidR="00F21C04" w:rsidRPr="006D6A4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D848" w14:textId="77777777" w:rsidR="00A61ECD" w:rsidRDefault="00A61ECD" w:rsidP="00DF44DF">
      <w:r>
        <w:separator/>
      </w:r>
    </w:p>
  </w:endnote>
  <w:endnote w:type="continuationSeparator" w:id="0">
    <w:p w14:paraId="6EDF5F41" w14:textId="77777777" w:rsidR="00A61ECD" w:rsidRDefault="00A61ECD" w:rsidP="00DF44DF">
      <w:r>
        <w:continuationSeparator/>
      </w:r>
    </w:p>
  </w:endnote>
  <w:endnote w:type="continuationNotice" w:id="1">
    <w:p w14:paraId="27696179" w14:textId="77777777" w:rsidR="00A61ECD" w:rsidRDefault="00A61E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8E9AF" w14:textId="77777777" w:rsidR="00A61ECD" w:rsidRDefault="00A61ECD" w:rsidP="00DF44DF">
      <w:r>
        <w:separator/>
      </w:r>
    </w:p>
  </w:footnote>
  <w:footnote w:type="continuationSeparator" w:id="0">
    <w:p w14:paraId="4861FD2D" w14:textId="77777777" w:rsidR="00A61ECD" w:rsidRDefault="00A61ECD" w:rsidP="00DF44DF">
      <w:r>
        <w:continuationSeparator/>
      </w:r>
    </w:p>
  </w:footnote>
  <w:footnote w:type="continuationNotice" w:id="1">
    <w:p w14:paraId="4C82FD31" w14:textId="77777777" w:rsidR="00A61ECD" w:rsidRDefault="00A61E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D6A4F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61ECD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6D6A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trin.roop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5</TotalTime>
  <Pages>1</Pages>
  <Words>214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Katrin Roop</cp:lastModifiedBy>
  <cp:revision>2</cp:revision>
  <cp:lastPrinted>2014-04-02T13:57:00Z</cp:lastPrinted>
  <dcterms:created xsi:type="dcterms:W3CDTF">2023-03-20T09:18:00Z</dcterms:created>
  <dcterms:modified xsi:type="dcterms:W3CDTF">2023-03-20T09:18:00Z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